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5CD4C43C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23ED3">
        <w:rPr>
          <w:rFonts w:cs="Arial"/>
          <w:color w:val="000000"/>
          <w:sz w:val="22"/>
        </w:rPr>
        <w:t>0</w:t>
      </w:r>
      <w:r w:rsidR="008F153F">
        <w:rPr>
          <w:rFonts w:cs="Arial"/>
          <w:color w:val="000000"/>
          <w:sz w:val="22"/>
        </w:rPr>
        <w:t>7</w:t>
      </w:r>
      <w:r w:rsidR="00923ED3">
        <w:rPr>
          <w:rFonts w:cs="Arial"/>
          <w:color w:val="000000"/>
          <w:sz w:val="22"/>
        </w:rPr>
        <w:t>.10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8F153F">
        <w:rPr>
          <w:rFonts w:cs="Arial"/>
          <w:color w:val="000000"/>
          <w:sz w:val="22"/>
        </w:rPr>
        <w:t>621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188E0DFB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923ED3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77167DE1" w:rsidR="000505BA" w:rsidRPr="000B2E35" w:rsidRDefault="00461515" w:rsidP="0046151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6151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LC3742, LC3743 „</w:t>
            </w:r>
            <w:proofErr w:type="spellStart"/>
            <w:r w:rsidRPr="0046151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Jordi</w:t>
            </w:r>
            <w:proofErr w:type="spellEnd"/>
            <w:r w:rsidRPr="0046151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 17 ja 17a kinnistute liitumine elektrivõrguga. Kotinuka küla Jõhvi vald Ida-Virumaa“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57F3EC" w14:textId="015EE1F1" w:rsidR="008A5A55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8F153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Andrei Laidoner</w:t>
            </w:r>
          </w:p>
          <w:p w14:paraId="293EFB39" w14:textId="2B1F3522" w:rsidR="000505BA" w:rsidRPr="000B2E35" w:rsidRDefault="00923ED3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0BB64AE" w:rsidR="000505BA" w:rsidRPr="000B2E35" w:rsidRDefault="008F153F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F153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26.09.2025  nr 7.1-2/25/14603-2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5DCE34C9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461515">
              <w:rPr>
                <w:rFonts w:ascii="Times New Roman" w:hAnsi="Times New Roman"/>
                <w:b/>
                <w:lang w:val="et-EE"/>
              </w:rPr>
              <w:t>1 Tallinn-Narva</w:t>
            </w:r>
            <w:r w:rsidR="00691B39" w:rsidRPr="00691B39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319E471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461515">
              <w:rPr>
                <w:rFonts w:ascii="Times New Roman" w:hAnsi="Times New Roman"/>
                <w:bCs/>
                <w:lang w:val="et-EE"/>
              </w:rPr>
              <w:t>25201:005:0078</w:t>
            </w:r>
          </w:p>
          <w:p w14:paraId="17B972FB" w14:textId="7ABBB8A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461515">
              <w:rPr>
                <w:rFonts w:ascii="Times New Roman" w:hAnsi="Times New Roman"/>
                <w:bCs/>
                <w:lang w:val="et-EE"/>
              </w:rPr>
              <w:t>7944650</w:t>
            </w:r>
          </w:p>
          <w:p w14:paraId="621A3798" w14:textId="628C18DB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461515">
              <w:rPr>
                <w:rFonts w:ascii="Times New Roman" w:hAnsi="Times New Roman"/>
                <w:bCs/>
                <w:lang w:val="et-EE"/>
              </w:rPr>
              <w:t>1 Tallinn-Narva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7F7B4AD1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8F153F">
              <w:rPr>
                <w:rFonts w:ascii="Times New Roman" w:hAnsi="Times New Roman"/>
                <w:bCs/>
                <w:lang w:val="et-EE"/>
              </w:rPr>
              <w:t>72872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7FCDF749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923ED3">
              <w:rPr>
                <w:rFonts w:ascii="Times New Roman" w:hAnsi="Times New Roman"/>
                <w:bCs/>
                <w:lang w:val="et-EE"/>
              </w:rPr>
              <w:t>98</w:t>
            </w:r>
            <w:r w:rsidR="00461515">
              <w:rPr>
                <w:rFonts w:ascii="Times New Roman" w:hAnsi="Times New Roman"/>
                <w:bCs/>
                <w:lang w:val="et-EE"/>
              </w:rPr>
              <w:t>9361</w:t>
            </w:r>
          </w:p>
          <w:p w14:paraId="1292C15E" w14:textId="1882C4AD" w:rsidR="003D28C5" w:rsidRPr="000B2E35" w:rsidRDefault="0046151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946A8A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https://pari.kataster.ee/magic-link/7e58ef6b-b6d3-47fc-9e92-a06e608526fb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61515"/>
    <w:rsid w:val="00470107"/>
    <w:rsid w:val="004770EE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5640C"/>
    <w:rsid w:val="00860269"/>
    <w:rsid w:val="0086205E"/>
    <w:rsid w:val="008753E8"/>
    <w:rsid w:val="008759E3"/>
    <w:rsid w:val="00886F46"/>
    <w:rsid w:val="00896568"/>
    <w:rsid w:val="008A5A55"/>
    <w:rsid w:val="008B0407"/>
    <w:rsid w:val="008C4DA3"/>
    <w:rsid w:val="008C5B01"/>
    <w:rsid w:val="008D2D2A"/>
    <w:rsid w:val="008D3667"/>
    <w:rsid w:val="008D74B5"/>
    <w:rsid w:val="008F153F"/>
    <w:rsid w:val="008F279F"/>
    <w:rsid w:val="008F2A05"/>
    <w:rsid w:val="008F47F1"/>
    <w:rsid w:val="00901D9F"/>
    <w:rsid w:val="0091258F"/>
    <w:rsid w:val="00912BDF"/>
    <w:rsid w:val="00923ED3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852F1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35A45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7e58ef6b-b6d3-47fc-9e92-a06e608526fb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2</Pages>
  <Words>266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2025-10-07T08:15:00Z</dcterms:created>
  <dcterms:modified xsi:type="dcterms:W3CDTF">2025-10-07T08:15:00Z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